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FF8" w:rsidRDefault="00BB6FF8" w:rsidP="00BB6FF8">
      <w:pPr>
        <w:tabs>
          <w:tab w:val="left" w:pos="6237"/>
        </w:tabs>
        <w:ind w:left="538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Директору МОУ «СОШ № ___»</w:t>
      </w:r>
    </w:p>
    <w:p w:rsidR="00BB6FF8" w:rsidRDefault="00BB6FF8" w:rsidP="00BB6FF8">
      <w:pPr>
        <w:tabs>
          <w:tab w:val="left" w:pos="6237"/>
        </w:tabs>
        <w:spacing w:before="120"/>
        <w:ind w:left="538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</w:t>
      </w:r>
    </w:p>
    <w:p w:rsidR="00BB6FF8" w:rsidRDefault="00BB6FF8" w:rsidP="00BB6FF8">
      <w:pPr>
        <w:tabs>
          <w:tab w:val="left" w:pos="6237"/>
        </w:tabs>
        <w:spacing w:before="120"/>
        <w:ind w:left="538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___________________________,</w:t>
      </w:r>
    </w:p>
    <w:p w:rsidR="00BB6FF8" w:rsidRDefault="00BB6FF8" w:rsidP="00BB6FF8">
      <w:pPr>
        <w:tabs>
          <w:tab w:val="left" w:pos="6237"/>
        </w:tabs>
        <w:ind w:left="5387"/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Ф.И.О. родителей (законных представителей),</w:t>
      </w:r>
    </w:p>
    <w:p w:rsidR="00BB6FF8" w:rsidRDefault="00BB6FF8" w:rsidP="00BB6FF8">
      <w:pPr>
        <w:tabs>
          <w:tab w:val="left" w:pos="6237"/>
        </w:tabs>
        <w:spacing w:before="120"/>
        <w:ind w:left="5387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проживающих</w:t>
      </w:r>
      <w:proofErr w:type="gramEnd"/>
      <w:r>
        <w:rPr>
          <w:color w:val="000000"/>
          <w:sz w:val="28"/>
          <w:szCs w:val="28"/>
        </w:rPr>
        <w:t xml:space="preserve"> по адресу:</w:t>
      </w:r>
    </w:p>
    <w:p w:rsidR="00BB6FF8" w:rsidRDefault="00BB6FF8" w:rsidP="00BB6FF8">
      <w:pPr>
        <w:tabs>
          <w:tab w:val="left" w:pos="6237"/>
        </w:tabs>
        <w:ind w:left="538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</w:t>
      </w:r>
    </w:p>
    <w:p w:rsidR="00BB6FF8" w:rsidRDefault="00BB6FF8" w:rsidP="00BB6FF8">
      <w:pPr>
        <w:ind w:firstLine="709"/>
        <w:jc w:val="right"/>
        <w:rPr>
          <w:color w:val="000000"/>
          <w:sz w:val="28"/>
          <w:szCs w:val="28"/>
        </w:rPr>
      </w:pPr>
    </w:p>
    <w:p w:rsidR="00BB6FF8" w:rsidRDefault="00BB6FF8" w:rsidP="00BB6FF8">
      <w:pPr>
        <w:ind w:firstLine="709"/>
        <w:jc w:val="right"/>
        <w:rPr>
          <w:color w:val="000000"/>
          <w:sz w:val="28"/>
          <w:szCs w:val="28"/>
        </w:rPr>
      </w:pPr>
    </w:p>
    <w:p w:rsidR="00BB6FF8" w:rsidRDefault="00BB6FF8" w:rsidP="00BB6FF8">
      <w:pPr>
        <w:ind w:firstLine="709"/>
        <w:jc w:val="right"/>
        <w:rPr>
          <w:color w:val="000000"/>
          <w:sz w:val="28"/>
          <w:szCs w:val="28"/>
        </w:rPr>
      </w:pPr>
    </w:p>
    <w:p w:rsidR="00BB6FF8" w:rsidRDefault="00BB6FF8" w:rsidP="00BB6FF8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заявление.</w:t>
      </w:r>
    </w:p>
    <w:p w:rsidR="00BB6FF8" w:rsidRDefault="00BB6FF8" w:rsidP="00BB6FF8">
      <w:pPr>
        <w:spacing w:before="120"/>
        <w:ind w:firstLine="709"/>
        <w:jc w:val="both"/>
        <w:rPr>
          <w:color w:val="000000"/>
          <w:sz w:val="28"/>
          <w:szCs w:val="28"/>
        </w:rPr>
      </w:pPr>
    </w:p>
    <w:p w:rsidR="00BB6FF8" w:rsidRDefault="00BB6FF8" w:rsidP="00BB6FF8">
      <w:pPr>
        <w:spacing w:before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Мы, родители (законные представители) __________________________________________________________________,</w:t>
      </w:r>
    </w:p>
    <w:p w:rsidR="00BB6FF8" w:rsidRDefault="00BB6FF8" w:rsidP="00BB6FF8">
      <w:pPr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Ф.И. ребенка</w:t>
      </w:r>
    </w:p>
    <w:p w:rsidR="00BB6FF8" w:rsidRDefault="00BB6FF8" w:rsidP="00BB6FF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учащегос</w:t>
      </w:r>
      <w:proofErr w:type="gramStart"/>
      <w:r>
        <w:rPr>
          <w:color w:val="000000"/>
          <w:sz w:val="28"/>
          <w:szCs w:val="28"/>
        </w:rPr>
        <w:t>я(</w:t>
      </w:r>
      <w:proofErr w:type="spellStart"/>
      <w:proofErr w:type="gramEnd"/>
      <w:r>
        <w:rPr>
          <w:color w:val="000000"/>
          <w:sz w:val="28"/>
          <w:szCs w:val="28"/>
        </w:rPr>
        <w:t>ейся</w:t>
      </w:r>
      <w:proofErr w:type="spellEnd"/>
      <w:r>
        <w:rPr>
          <w:color w:val="000000"/>
          <w:sz w:val="28"/>
          <w:szCs w:val="28"/>
        </w:rPr>
        <w:t>) ______ класса ____________________________________________,</w:t>
      </w:r>
    </w:p>
    <w:p w:rsidR="00BB6FF8" w:rsidRDefault="00BB6FF8" w:rsidP="00BB6FF8">
      <w:pPr>
        <w:ind w:left="5954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наименование ОУ</w:t>
      </w:r>
    </w:p>
    <w:p w:rsidR="00BB6FF8" w:rsidRDefault="00BB6FF8" w:rsidP="00BB6FF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 предлагаемых на выбор модулей комплексного учебного курса «Основы религиозных культур и светской этики» (ОРКСЭ):</w:t>
      </w:r>
    </w:p>
    <w:p w:rsidR="00BB6FF8" w:rsidRDefault="00BB6FF8" w:rsidP="00BB6FF8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Основы православной культуры;</w:t>
      </w:r>
    </w:p>
    <w:p w:rsidR="00BB6FF8" w:rsidRDefault="00BB6FF8" w:rsidP="00BB6FF8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Основы исламской культуры;</w:t>
      </w:r>
    </w:p>
    <w:p w:rsidR="00BB6FF8" w:rsidRDefault="00BB6FF8" w:rsidP="00BB6FF8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Основы буддийской культуры;</w:t>
      </w:r>
    </w:p>
    <w:p w:rsidR="00BB6FF8" w:rsidRDefault="00BB6FF8" w:rsidP="00BB6FF8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Основы иудейской культуры;</w:t>
      </w:r>
    </w:p>
    <w:p w:rsidR="00BB6FF8" w:rsidRDefault="00BB6FF8" w:rsidP="00BB6FF8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Основы мировых религиозных культур;</w:t>
      </w:r>
    </w:p>
    <w:p w:rsidR="00BB6FF8" w:rsidRDefault="00BB6FF8" w:rsidP="00BB6FF8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Основы светской этики</w:t>
      </w:r>
    </w:p>
    <w:p w:rsidR="00BB6FF8" w:rsidRDefault="00BB6FF8" w:rsidP="00BB6FF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выбираем для своего ребенка изучение модуля </w:t>
      </w:r>
    </w:p>
    <w:p w:rsidR="00BB6FF8" w:rsidRDefault="00BB6FF8" w:rsidP="00BB6FF8">
      <w:pPr>
        <w:spacing w:before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_______________________________________________________________________.</w:t>
      </w:r>
    </w:p>
    <w:p w:rsidR="00BB6FF8" w:rsidRDefault="00BB6FF8" w:rsidP="00BB6FF8">
      <w:pPr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название модуля курса ОРКСЭ</w:t>
      </w:r>
    </w:p>
    <w:p w:rsidR="00BB6FF8" w:rsidRDefault="00BB6FF8" w:rsidP="00BB6FF8">
      <w:pPr>
        <w:jc w:val="both"/>
        <w:rPr>
          <w:color w:val="000000"/>
          <w:sz w:val="28"/>
          <w:szCs w:val="28"/>
        </w:rPr>
      </w:pPr>
    </w:p>
    <w:p w:rsidR="00BB6FF8" w:rsidRDefault="00BB6FF8" w:rsidP="00BB6FF8">
      <w:pPr>
        <w:jc w:val="both"/>
        <w:rPr>
          <w:color w:val="000000"/>
          <w:sz w:val="28"/>
          <w:szCs w:val="28"/>
        </w:rPr>
      </w:pPr>
    </w:p>
    <w:p w:rsidR="00BB6FF8" w:rsidRDefault="00BB6FF8" w:rsidP="00BB6FF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«____» _________________ 20___ г.</w:t>
      </w:r>
    </w:p>
    <w:p w:rsidR="00BB6FF8" w:rsidRDefault="00BB6FF8" w:rsidP="00BB6FF8">
      <w:pPr>
        <w:jc w:val="both"/>
        <w:rPr>
          <w:color w:val="000000"/>
          <w:sz w:val="28"/>
          <w:szCs w:val="28"/>
        </w:rPr>
      </w:pPr>
    </w:p>
    <w:p w:rsidR="00BB6FF8" w:rsidRDefault="00BB6FF8" w:rsidP="00BB6FF8">
      <w:pPr>
        <w:jc w:val="both"/>
        <w:rPr>
          <w:color w:val="000000"/>
          <w:sz w:val="28"/>
          <w:szCs w:val="28"/>
        </w:rPr>
      </w:pPr>
    </w:p>
    <w:p w:rsidR="00BB6FF8" w:rsidRDefault="00BB6FF8" w:rsidP="00BB6FF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Родители (законные представители):</w:t>
      </w:r>
    </w:p>
    <w:p w:rsidR="00BB6FF8" w:rsidRDefault="00BB6FF8" w:rsidP="00BB6FF8">
      <w:pPr>
        <w:jc w:val="both"/>
        <w:rPr>
          <w:color w:val="000000"/>
          <w:sz w:val="28"/>
          <w:szCs w:val="28"/>
        </w:rPr>
      </w:pPr>
    </w:p>
    <w:p w:rsidR="00BB6FF8" w:rsidRDefault="00BB6FF8" w:rsidP="00BB6FF8">
      <w:pPr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:rsidR="00BB6FF8" w:rsidRDefault="00BB6FF8" w:rsidP="00BB6FF8">
      <w:pPr>
        <w:ind w:left="993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подпись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  <w:t>Ф.И.О.</w:t>
      </w:r>
    </w:p>
    <w:p w:rsidR="00BB6FF8" w:rsidRDefault="00BB6FF8" w:rsidP="00BB6FF8">
      <w:pPr>
        <w:pStyle w:val="a4"/>
        <w:jc w:val="right"/>
        <w:rPr>
          <w:sz w:val="22"/>
          <w:szCs w:val="22"/>
        </w:rPr>
      </w:pPr>
    </w:p>
    <w:p w:rsidR="00BB6FF8" w:rsidRDefault="00BB6FF8" w:rsidP="00BB6FF8">
      <w:pPr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:rsidR="00BB6FF8" w:rsidRDefault="00BB6FF8" w:rsidP="00BB6FF8">
      <w:pPr>
        <w:ind w:left="993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подпись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  <w:t>Ф.И.О.</w:t>
      </w:r>
    </w:p>
    <w:p w:rsidR="00BB6FF8" w:rsidRDefault="00BB6FF8" w:rsidP="00BB6FF8">
      <w:pPr>
        <w:pStyle w:val="a4"/>
        <w:jc w:val="right"/>
        <w:rPr>
          <w:sz w:val="22"/>
          <w:szCs w:val="22"/>
        </w:rPr>
      </w:pPr>
    </w:p>
    <w:p w:rsidR="00CE1154" w:rsidRDefault="00886C45"/>
    <w:sectPr w:rsidR="00CE1154" w:rsidSect="00AB4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8A3364"/>
    <w:multiLevelType w:val="hybridMultilevel"/>
    <w:tmpl w:val="6C4AB116"/>
    <w:lvl w:ilvl="0" w:tplc="9192296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6FF8"/>
    <w:rsid w:val="0022521E"/>
    <w:rsid w:val="00886C45"/>
    <w:rsid w:val="009362D5"/>
    <w:rsid w:val="00AB4E8A"/>
    <w:rsid w:val="00BB6FF8"/>
    <w:rsid w:val="00DB74F6"/>
    <w:rsid w:val="00E41BCE"/>
    <w:rsid w:val="00F95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FF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B6FF8"/>
    <w:pPr>
      <w:widowControl/>
      <w:autoSpaceDE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a4">
    <w:name w:val="Стиль"/>
    <w:rsid w:val="00BB6FF8"/>
    <w:pPr>
      <w:suppressAutoHyphens/>
      <w:spacing w:after="0" w:line="240" w:lineRule="auto"/>
    </w:pPr>
    <w:rPr>
      <w:rFonts w:ascii="Times New Roman" w:eastAsia="Arial" w:hAnsi="Times New Roman" w:cs="Calibri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3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Учителя</dc:creator>
  <cp:keywords/>
  <dc:description/>
  <cp:lastModifiedBy>Мария Васильевна</cp:lastModifiedBy>
  <cp:revision>4</cp:revision>
  <dcterms:created xsi:type="dcterms:W3CDTF">2015-04-29T06:14:00Z</dcterms:created>
  <dcterms:modified xsi:type="dcterms:W3CDTF">2018-01-26T12:52:00Z</dcterms:modified>
</cp:coreProperties>
</file>